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3925E79-DA53-4B79-820D-B6BCA02F24BF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